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50FEC-9F2B-4148-A1F9-3BE1BBB35185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